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C3" w:rsidRPr="00562FC7" w:rsidRDefault="001620C3" w:rsidP="007377A0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1620C3" w:rsidRPr="00562FC7" w:rsidRDefault="001620C3" w:rsidP="005F63F0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1620C3" w:rsidRPr="00B3696E" w:rsidRDefault="001620C3" w:rsidP="00B3696E">
      <w:pPr>
        <w:pStyle w:val="BodyText"/>
        <w:ind w:left="5387" w:right="-3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3696E">
        <w:rPr>
          <w:rFonts w:ascii="Times New Roman" w:hAnsi="Times New Roman" w:cs="Times New Roman"/>
          <w:sz w:val="24"/>
          <w:szCs w:val="24"/>
        </w:rPr>
        <w:t xml:space="preserve">к Порядку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Серпиевского</w:t>
      </w:r>
      <w:r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696E">
        <w:rPr>
          <w:rFonts w:ascii="Times New Roman" w:hAnsi="Times New Roman" w:cs="Times New Roman"/>
          <w:sz w:val="24"/>
          <w:szCs w:val="24"/>
        </w:rPr>
        <w:t xml:space="preserve"> и экспертизы 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Серпиевского</w:t>
      </w:r>
      <w:r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bookmarkEnd w:id="0"/>
    <w:p w:rsidR="001620C3" w:rsidRPr="00BB09EC" w:rsidRDefault="001620C3" w:rsidP="00BB09EC"/>
    <w:p w:rsidR="001620C3" w:rsidRPr="00132386" w:rsidRDefault="001620C3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1620C3" w:rsidRDefault="001620C3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620C3" w:rsidRPr="006241BB" w:rsidRDefault="001620C3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Пожалуйста, заполните и направьте данную </w:t>
      </w:r>
      <w:r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29565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565D">
        <w:rPr>
          <w:rFonts w:ascii="Times New Roman" w:hAnsi="Times New Roman" w:cs="Times New Roman"/>
          <w:sz w:val="26"/>
          <w:szCs w:val="26"/>
        </w:rPr>
        <w:t xml:space="preserve">адрес 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490097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adm</w:t>
        </w:r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serpievka</w:t>
        </w:r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</w:rPr>
          <w:t>@</w:t>
        </w:r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49009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490097">
        <w:rPr>
          <w:rFonts w:ascii="Times New Roman" w:hAnsi="Times New Roman" w:cs="Times New Roman"/>
          <w:sz w:val="26"/>
          <w:szCs w:val="26"/>
        </w:rPr>
        <w:t xml:space="preserve"> </w:t>
      </w:r>
      <w:r w:rsidRPr="0029565D">
        <w:rPr>
          <w:rFonts w:ascii="Times New Roman" w:hAnsi="Times New Roman" w:cs="Times New Roman"/>
          <w:sz w:val="26"/>
          <w:szCs w:val="26"/>
        </w:rPr>
        <w:t>не позднее 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241BB">
        <w:rPr>
          <w:rFonts w:ascii="Times New Roman" w:hAnsi="Times New Roman" w:cs="Times New Roman"/>
          <w:sz w:val="26"/>
          <w:szCs w:val="26"/>
          <w:u w:val="single"/>
        </w:rPr>
        <w:t>20.05.2021г.</w:t>
      </w:r>
    </w:p>
    <w:p w:rsidR="001620C3" w:rsidRDefault="001620C3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620C3" w:rsidRPr="0029565D" w:rsidRDefault="001620C3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1620C3" w:rsidRPr="003A3805" w:rsidRDefault="001620C3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название организации _</w:t>
      </w:r>
      <w:r w:rsidRPr="003A3805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</w:t>
      </w:r>
      <w:r w:rsidRPr="003A3805">
        <w:rPr>
          <w:rFonts w:ascii="Times New Roman" w:hAnsi="Times New Roman" w:cs="Times New Roman"/>
        </w:rPr>
        <w:t>_____________</w:t>
      </w:r>
    </w:p>
    <w:p w:rsidR="001620C3" w:rsidRDefault="001620C3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с</w:t>
      </w:r>
      <w:r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1620C3" w:rsidRDefault="001620C3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1620C3" w:rsidRPr="0029565D" w:rsidRDefault="001620C3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</w:t>
      </w:r>
      <w:r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9565D">
        <w:rPr>
          <w:rFonts w:ascii="Times New Roman" w:hAnsi="Times New Roman" w:cs="Times New Roman"/>
          <w:sz w:val="26"/>
          <w:szCs w:val="26"/>
        </w:rPr>
        <w:t>__</w:t>
      </w:r>
    </w:p>
    <w:p w:rsidR="001620C3" w:rsidRPr="0029565D" w:rsidRDefault="001620C3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 э</w:t>
      </w:r>
      <w:r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1620C3" w:rsidRPr="00132386" w:rsidRDefault="001620C3" w:rsidP="00562FC7">
      <w:pPr>
        <w:ind w:right="22"/>
        <w:jc w:val="center"/>
        <w:rPr>
          <w:rFonts w:ascii="Times New Roman" w:hAnsi="Times New Roman" w:cs="Times New Roman"/>
        </w:rPr>
      </w:pPr>
    </w:p>
    <w:p w:rsidR="001620C3" w:rsidRPr="004275FE" w:rsidRDefault="001620C3" w:rsidP="004275FE">
      <w:pPr>
        <w:spacing w:after="120"/>
        <w:ind w:right="23" w:firstLine="709"/>
        <w:jc w:val="both"/>
        <w:rPr>
          <w:rFonts w:ascii="Times New Roman" w:hAnsi="Times New Roman" w:cs="Times New Roman"/>
          <w:u w:val="single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>
        <w:rPr>
          <w:rFonts w:ascii="Times New Roman" w:hAnsi="Times New Roman" w:cs="Times New Roman"/>
        </w:rPr>
        <w:t xml:space="preserve">проекту постановления Администрации Серпиевского сельского поселения Катав-Ивановского муниципального района </w:t>
      </w:r>
      <w:r w:rsidRPr="004275FE">
        <w:rPr>
          <w:rFonts w:ascii="Times New Roman" w:hAnsi="Times New Roman" w:cs="Times New Roman"/>
          <w:u w:val="single"/>
        </w:rPr>
        <w:t xml:space="preserve">«Об утверждении Положения о порядке размещения объектов развозной торговли на территориях общего пользования </w:t>
      </w:r>
      <w:r>
        <w:rPr>
          <w:rFonts w:ascii="Times New Roman" w:hAnsi="Times New Roman" w:cs="Times New Roman"/>
          <w:u w:val="single"/>
        </w:rPr>
        <w:t>Серпиевского</w:t>
      </w:r>
      <w:r w:rsidRPr="004275FE">
        <w:rPr>
          <w:rFonts w:ascii="Times New Roman" w:hAnsi="Times New Roman" w:cs="Times New Roman"/>
          <w:u w:val="single"/>
        </w:rPr>
        <w:t xml:space="preserve"> сельского поселения Катав-Ивановского муниципального района»</w:t>
      </w:r>
    </w:p>
    <w:p w:rsidR="001620C3" w:rsidRPr="00DB2D66" w:rsidRDefault="001620C3" w:rsidP="004275FE">
      <w:pPr>
        <w:spacing w:after="120"/>
        <w:ind w:right="23"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DB2D66">
        <w:rPr>
          <w:rFonts w:ascii="Times New Roman" w:hAnsi="Times New Roman" w:cs="Times New Roman"/>
          <w:sz w:val="22"/>
          <w:szCs w:val="22"/>
        </w:rPr>
        <w:t>(наименование проекта нормативного правового акта)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1620C3" w:rsidRPr="00397083" w:rsidRDefault="001620C3" w:rsidP="00397083">
      <w:pPr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1620C3" w:rsidRPr="00397083" w:rsidRDefault="001620C3" w:rsidP="00397083">
      <w:pPr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ab/>
        <w:t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затратные и (или) более эффективны.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6. К каким последствиям может привести не достижение целей правового регулирования?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1620C3" w:rsidRPr="00397083" w:rsidRDefault="001620C3" w:rsidP="00397083">
      <w:pPr>
        <w:ind w:firstLine="708"/>
        <w:jc w:val="both"/>
        <w:rPr>
          <w:rFonts w:ascii="Times New Roman" w:hAnsi="Times New Roman" w:cs="Times New Roman"/>
        </w:rPr>
      </w:pPr>
    </w:p>
    <w:p w:rsidR="001620C3" w:rsidRPr="00397083" w:rsidRDefault="001620C3" w:rsidP="00397083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20C3" w:rsidRPr="00C80E46" w:rsidRDefault="001620C3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1620C3" w:rsidRPr="00C80E46" w:rsidSect="00BB39BD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0C3" w:rsidRDefault="001620C3" w:rsidP="00BB39BD">
      <w:r>
        <w:separator/>
      </w:r>
    </w:p>
  </w:endnote>
  <w:endnote w:type="continuationSeparator" w:id="1">
    <w:p w:rsidR="001620C3" w:rsidRDefault="001620C3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0C3" w:rsidRDefault="001620C3" w:rsidP="00BB39BD">
      <w:r>
        <w:separator/>
      </w:r>
    </w:p>
  </w:footnote>
  <w:footnote w:type="continuationSeparator" w:id="1">
    <w:p w:rsidR="001620C3" w:rsidRDefault="001620C3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0C3" w:rsidRPr="004F1000" w:rsidRDefault="001620C3">
    <w:pPr>
      <w:pStyle w:val="Header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4F1000">
      <w:rPr>
        <w:rFonts w:ascii="Times New Roman" w:hAnsi="Times New Roman" w:cs="Times New Roman"/>
      </w:rPr>
      <w:fldChar w:fldCharType="end"/>
    </w:r>
  </w:p>
  <w:p w:rsidR="001620C3" w:rsidRDefault="001620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026B6"/>
    <w:rsid w:val="0000387C"/>
    <w:rsid w:val="0005315E"/>
    <w:rsid w:val="000A7CB0"/>
    <w:rsid w:val="00132386"/>
    <w:rsid w:val="00134983"/>
    <w:rsid w:val="001620C3"/>
    <w:rsid w:val="001D10B9"/>
    <w:rsid w:val="001D7290"/>
    <w:rsid w:val="001E51F2"/>
    <w:rsid w:val="001F3D79"/>
    <w:rsid w:val="0022289C"/>
    <w:rsid w:val="0029565D"/>
    <w:rsid w:val="002A7648"/>
    <w:rsid w:val="002F0E08"/>
    <w:rsid w:val="002F4534"/>
    <w:rsid w:val="0030441A"/>
    <w:rsid w:val="0032635E"/>
    <w:rsid w:val="00330F8D"/>
    <w:rsid w:val="0033777C"/>
    <w:rsid w:val="00370970"/>
    <w:rsid w:val="00397083"/>
    <w:rsid w:val="003A3805"/>
    <w:rsid w:val="003B0932"/>
    <w:rsid w:val="003F0100"/>
    <w:rsid w:val="003F32E9"/>
    <w:rsid w:val="00413CC3"/>
    <w:rsid w:val="00425685"/>
    <w:rsid w:val="004275FE"/>
    <w:rsid w:val="0044716E"/>
    <w:rsid w:val="00490097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12CAD"/>
    <w:rsid w:val="006241BB"/>
    <w:rsid w:val="0066660A"/>
    <w:rsid w:val="006A0936"/>
    <w:rsid w:val="007377A0"/>
    <w:rsid w:val="007710A1"/>
    <w:rsid w:val="007A1785"/>
    <w:rsid w:val="007E6B35"/>
    <w:rsid w:val="00801487"/>
    <w:rsid w:val="008A5AD8"/>
    <w:rsid w:val="008D2C38"/>
    <w:rsid w:val="008D7B91"/>
    <w:rsid w:val="00902D25"/>
    <w:rsid w:val="00903A0B"/>
    <w:rsid w:val="00951DAE"/>
    <w:rsid w:val="00962D48"/>
    <w:rsid w:val="0097369C"/>
    <w:rsid w:val="009916D6"/>
    <w:rsid w:val="009B0D4C"/>
    <w:rsid w:val="009E4AEB"/>
    <w:rsid w:val="00A178FE"/>
    <w:rsid w:val="00A62CCA"/>
    <w:rsid w:val="00AB6C44"/>
    <w:rsid w:val="00AF179A"/>
    <w:rsid w:val="00B144E4"/>
    <w:rsid w:val="00B3696E"/>
    <w:rsid w:val="00B445FE"/>
    <w:rsid w:val="00B73A31"/>
    <w:rsid w:val="00B93D5D"/>
    <w:rsid w:val="00BB09EC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CE03B6"/>
    <w:rsid w:val="00CE6352"/>
    <w:rsid w:val="00D377D4"/>
    <w:rsid w:val="00D76C6D"/>
    <w:rsid w:val="00DA537E"/>
    <w:rsid w:val="00DB2D66"/>
    <w:rsid w:val="00DB5A97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1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1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49009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95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.serpiev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453</Words>
  <Characters>2587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Серпиевка</cp:lastModifiedBy>
  <cp:revision>5</cp:revision>
  <cp:lastPrinted>2021-04-20T03:55:00Z</cp:lastPrinted>
  <dcterms:created xsi:type="dcterms:W3CDTF">2021-04-19T10:39:00Z</dcterms:created>
  <dcterms:modified xsi:type="dcterms:W3CDTF">2021-04-21T09:33:00Z</dcterms:modified>
</cp:coreProperties>
</file>